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1AA" w:rsidRPr="00DD6FEF" w:rsidRDefault="006141AA" w:rsidP="0071753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6141AA" w:rsidRDefault="006141AA" w:rsidP="0071753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6141AA" w:rsidRPr="00AF4DCC" w:rsidRDefault="006141AA" w:rsidP="0071753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0130" w:type="dxa"/>
        <w:tblInd w:w="-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220"/>
        <w:gridCol w:w="2520"/>
        <w:gridCol w:w="1980"/>
        <w:gridCol w:w="1850"/>
      </w:tblGrid>
      <w:tr w:rsidR="006141AA" w:rsidRPr="004422B2" w:rsidTr="00FF1D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6141AA" w:rsidRPr="004422B2" w:rsidTr="00FF1D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141AA" w:rsidRPr="004422B2" w:rsidRDefault="006141AA" w:rsidP="008C7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5BE">
              <w:rPr>
                <w:rFonts w:ascii="Times New Roman" w:hAnsi="Times New Roman"/>
                <w:color w:val="000000"/>
                <w:sz w:val="24"/>
                <w:szCs w:val="24"/>
              </w:rPr>
              <w:t>«Как мир хорош в своей красе нежданной..»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Pr="00FF1D65" w:rsidRDefault="006141AA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1D615F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https://infourok.ru/prezentaciya-na-temu-pasha-dlya-klassa-1738048.html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6141AA" w:rsidRDefault="006141AA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31-32.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.199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203,изучаем</w:t>
            </w:r>
          </w:p>
          <w:p w:rsidR="006141AA" w:rsidRDefault="006141AA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-просмотр презентации</w:t>
            </w:r>
          </w:p>
          <w:p w:rsidR="006141AA" w:rsidRDefault="006141AA" w:rsidP="009B4C6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-с.203 ответить устно на вопросы</w:t>
            </w:r>
          </w:p>
          <w:p w:rsidR="006141AA" w:rsidRDefault="006141AA" w:rsidP="009B4C6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-с.204 приступаем к творческому заданию</w:t>
            </w:r>
          </w:p>
          <w:p w:rsidR="006141AA" w:rsidRPr="004277BD" w:rsidRDefault="006141AA" w:rsidP="009B4C6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141AA" w:rsidRDefault="006141AA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С.204,творческое задание закончить </w:t>
            </w:r>
          </w:p>
          <w:p w:rsidR="006141AA" w:rsidRPr="00AF4DCC" w:rsidRDefault="006141AA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1AA" w:rsidRDefault="006141AA" w:rsidP="0037272D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 и</w:t>
            </w:r>
          </w:p>
          <w:p w:rsidR="006141AA" w:rsidRDefault="006141AA" w:rsidP="0037272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6141AA" w:rsidRPr="00AF4DCC" w:rsidRDefault="006141A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41AA" w:rsidRPr="0071753C" w:rsidRDefault="006141AA" w:rsidP="0071753C"/>
    <w:sectPr w:rsidR="006141AA" w:rsidRPr="0071753C" w:rsidSect="00F14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262"/>
    <w:rsid w:val="00091262"/>
    <w:rsid w:val="001D615F"/>
    <w:rsid w:val="002B75BE"/>
    <w:rsid w:val="0037272D"/>
    <w:rsid w:val="003928A0"/>
    <w:rsid w:val="004277BD"/>
    <w:rsid w:val="004422B2"/>
    <w:rsid w:val="00576311"/>
    <w:rsid w:val="005E257B"/>
    <w:rsid w:val="006141AA"/>
    <w:rsid w:val="006E516D"/>
    <w:rsid w:val="0071753C"/>
    <w:rsid w:val="00755ED1"/>
    <w:rsid w:val="00806B02"/>
    <w:rsid w:val="008C7220"/>
    <w:rsid w:val="009235AF"/>
    <w:rsid w:val="009B4C6F"/>
    <w:rsid w:val="00A17B3E"/>
    <w:rsid w:val="00AF4DCC"/>
    <w:rsid w:val="00B35E07"/>
    <w:rsid w:val="00C6362D"/>
    <w:rsid w:val="00C72126"/>
    <w:rsid w:val="00C872E1"/>
    <w:rsid w:val="00D50EF8"/>
    <w:rsid w:val="00D56A89"/>
    <w:rsid w:val="00DD6FEF"/>
    <w:rsid w:val="00DF0786"/>
    <w:rsid w:val="00DF141E"/>
    <w:rsid w:val="00E970C9"/>
    <w:rsid w:val="00EE2A74"/>
    <w:rsid w:val="00F14C0A"/>
    <w:rsid w:val="00FF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1D6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na-temu-pasha-dlya-klassa-173804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1</Pages>
  <Words>85</Words>
  <Characters>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7</cp:revision>
  <dcterms:created xsi:type="dcterms:W3CDTF">2020-04-01T10:55:00Z</dcterms:created>
  <dcterms:modified xsi:type="dcterms:W3CDTF">2020-04-16T16:08:00Z</dcterms:modified>
</cp:coreProperties>
</file>