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3A3C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C3A3C" w:rsidRPr="00493062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AC3A3C" w:rsidRPr="00AF4DCC" w:rsidTr="00CB3371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722B79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D38F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6D38F0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0E1562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AF4DCC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38F0" w:rsidRPr="00AF4DCC" w:rsidRDefault="006D38F0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D38F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6D38F0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0E1562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AF4DCC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38F0" w:rsidRPr="00AF4DCC" w:rsidRDefault="006D38F0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8B4">
              <w:rPr>
                <w:rFonts w:ascii="Times New Roman" w:hAnsi="Times New Roman" w:cs="Times New Roman"/>
                <w:sz w:val="24"/>
                <w:szCs w:val="24"/>
              </w:rPr>
              <w:t>Я, моя семья и мои друзья. Межличностные отношения. 1 ч.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 упр. 1 стр. 183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8B4">
              <w:rPr>
                <w:rFonts w:ascii="Times New Roman" w:hAnsi="Times New Roman" w:cs="Times New Roman"/>
                <w:sz w:val="24"/>
                <w:szCs w:val="24"/>
              </w:rPr>
              <w:t>Досуг и увлечения. 1 ч.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чтения с разными стратегиями.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урок.2 упр. 1 стр. 184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8B4">
              <w:rPr>
                <w:rFonts w:ascii="Times New Roman" w:hAnsi="Times New Roman" w:cs="Times New Roman"/>
                <w:sz w:val="24"/>
                <w:szCs w:val="24"/>
              </w:rPr>
              <w:t>Человек и окружающий мир. 1 ч.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 1стр. 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6D38F0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C3A3C" w:rsidRDefault="00AC3A3C" w:rsidP="00AC3A3C"/>
    <w:p w:rsidR="00AC3A3C" w:rsidRDefault="00AC3A3C" w:rsidP="00AC3A3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C7B51"/>
    <w:rsid w:val="00123ACE"/>
    <w:rsid w:val="001C6453"/>
    <w:rsid w:val="00225EC1"/>
    <w:rsid w:val="003C7717"/>
    <w:rsid w:val="004A128B"/>
    <w:rsid w:val="00503A4E"/>
    <w:rsid w:val="006D38F0"/>
    <w:rsid w:val="00714381"/>
    <w:rsid w:val="00722B79"/>
    <w:rsid w:val="00810AA9"/>
    <w:rsid w:val="00842650"/>
    <w:rsid w:val="008F6F01"/>
    <w:rsid w:val="00932ADA"/>
    <w:rsid w:val="00980D66"/>
    <w:rsid w:val="00993789"/>
    <w:rsid w:val="00A52194"/>
    <w:rsid w:val="00A80558"/>
    <w:rsid w:val="00AB799D"/>
    <w:rsid w:val="00AC3A3C"/>
    <w:rsid w:val="00CB5F78"/>
    <w:rsid w:val="00E76963"/>
    <w:rsid w:val="00F33C3B"/>
    <w:rsid w:val="00F578B4"/>
    <w:rsid w:val="00F73FBC"/>
    <w:rsid w:val="00F8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</Words>
  <Characters>567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2020-05-01T03:40:00Z</dcterms:created>
  <dcterms:modified xsi:type="dcterms:W3CDTF">2020-05-15T19:00:00Z</dcterms:modified>
</cp:coreProperties>
</file>