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0C9" w:rsidRPr="00DD6FEF" w:rsidRDefault="00E970C9" w:rsidP="0071753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ИЗО </w:t>
      </w:r>
    </w:p>
    <w:p w:rsidR="00E970C9" w:rsidRDefault="00E970C9" w:rsidP="0071753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970C9" w:rsidRPr="00AF4DCC" w:rsidRDefault="00E970C9" w:rsidP="0071753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E970C9" w:rsidRPr="004422B2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70C9" w:rsidRPr="00AF4DCC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70C9" w:rsidRPr="00AF4DCC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70C9" w:rsidRPr="00AF4DCC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70C9" w:rsidRPr="00AF4DCC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70C9" w:rsidRPr="00AF4DCC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0C9" w:rsidRPr="00AF4DCC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E970C9" w:rsidRPr="004422B2" w:rsidTr="00A17B3E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70C9" w:rsidRPr="00AF4DCC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970C9" w:rsidRPr="00AF4DCC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E970C9" w:rsidRPr="00AF4DCC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970C9" w:rsidRPr="00AF4DCC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970C9" w:rsidRPr="004422B2" w:rsidRDefault="00E970C9" w:rsidP="008C7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41E">
              <w:rPr>
                <w:rFonts w:ascii="Times New Roman" w:hAnsi="Times New Roman"/>
                <w:color w:val="000000"/>
                <w:sz w:val="24"/>
                <w:szCs w:val="24"/>
              </w:rPr>
              <w:t>«Живая зыбь»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70C9" w:rsidRPr="009235AF" w:rsidRDefault="00E970C9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5AF">
              <w:rPr>
                <w:rFonts w:ascii="Times New Roman" w:hAnsi="Times New Roman"/>
                <w:sz w:val="24"/>
                <w:szCs w:val="24"/>
              </w:rPr>
              <w:t>https://infourok.ru/prezentaciya-k-uroku-zhivaya-zib-1891167.html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70C9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E970C9" w:rsidRPr="004277BD" w:rsidRDefault="00E970C9" w:rsidP="00D50EF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№ 29-30.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.190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70C9" w:rsidRDefault="00E970C9" w:rsidP="00D50EF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С.196,творческое задание.</w:t>
            </w:r>
          </w:p>
          <w:p w:rsidR="00E970C9" w:rsidRPr="00AF4DCC" w:rsidRDefault="00E970C9" w:rsidP="00D50EF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с.198 советы мастера, взять за образец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70C9" w:rsidRPr="004277BD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WhatsApp,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E970C9" w:rsidRPr="00AF4DCC" w:rsidRDefault="00E970C9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70C9" w:rsidRPr="0071753C" w:rsidRDefault="00E970C9" w:rsidP="0071753C"/>
    <w:sectPr w:rsidR="00E970C9" w:rsidRPr="0071753C" w:rsidSect="00F14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262"/>
    <w:rsid w:val="00091262"/>
    <w:rsid w:val="004277BD"/>
    <w:rsid w:val="004422B2"/>
    <w:rsid w:val="005E257B"/>
    <w:rsid w:val="0071753C"/>
    <w:rsid w:val="00755ED1"/>
    <w:rsid w:val="00806B02"/>
    <w:rsid w:val="008C7220"/>
    <w:rsid w:val="009235AF"/>
    <w:rsid w:val="00A17B3E"/>
    <w:rsid w:val="00AF4DCC"/>
    <w:rsid w:val="00B35E07"/>
    <w:rsid w:val="00C72126"/>
    <w:rsid w:val="00D50EF8"/>
    <w:rsid w:val="00D56A89"/>
    <w:rsid w:val="00DD6FEF"/>
    <w:rsid w:val="00DF0786"/>
    <w:rsid w:val="00DF141E"/>
    <w:rsid w:val="00E970C9"/>
    <w:rsid w:val="00F1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0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</Pages>
  <Words>53</Words>
  <Characters>304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5</cp:revision>
  <dcterms:created xsi:type="dcterms:W3CDTF">2020-04-01T10:55:00Z</dcterms:created>
  <dcterms:modified xsi:type="dcterms:W3CDTF">2020-04-09T08:56:00Z</dcterms:modified>
</cp:coreProperties>
</file>