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BE" w:rsidRPr="00DD6FEF" w:rsidRDefault="00F64ABE" w:rsidP="007F2078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ИЗО </w:t>
      </w:r>
    </w:p>
    <w:p w:rsidR="00F64ABE" w:rsidRDefault="00F64ABE" w:rsidP="007F2078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F64ABE" w:rsidRPr="00AF4DCC" w:rsidRDefault="00F64ABE" w:rsidP="007F2078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053" w:type="dxa"/>
        <w:tblInd w:w="-8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20"/>
        <w:gridCol w:w="2343"/>
        <w:gridCol w:w="1620"/>
        <w:gridCol w:w="2520"/>
        <w:gridCol w:w="1850"/>
      </w:tblGrid>
      <w:tr w:rsidR="00F64ABE" w:rsidRPr="004422B2" w:rsidTr="002C4073">
        <w:trPr>
          <w:trHeight w:val="417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ABE" w:rsidRPr="00AF4DCC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ABE" w:rsidRPr="00AF4DCC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ABE" w:rsidRPr="00AF4DCC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ABE" w:rsidRPr="00AF4DCC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ABE" w:rsidRPr="00AF4DCC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F64ABE" w:rsidRPr="004422B2" w:rsidTr="002C4073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ABE" w:rsidRPr="00AF4DCC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F64ABE" w:rsidRPr="00AF4DCC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F64ABE" w:rsidRPr="00AF4DCC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F64ABE" w:rsidRPr="00AF4DCC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F64ABE" w:rsidRPr="004422B2" w:rsidRDefault="00F64ABE" w:rsidP="002C4073">
            <w:pPr>
              <w:spacing w:after="0" w:line="240" w:lineRule="auto"/>
              <w:ind w:right="-10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2B4">
              <w:rPr>
                <w:rFonts w:ascii="Times New Roman" w:hAnsi="Times New Roman"/>
                <w:b/>
                <w:sz w:val="20"/>
                <w:szCs w:val="20"/>
              </w:rPr>
              <w:t>«Как мир хорош в своей красе нежданной</w:t>
            </w:r>
            <w:r w:rsidRPr="002232B4">
              <w:rPr>
                <w:b/>
                <w:sz w:val="20"/>
                <w:szCs w:val="20"/>
              </w:rPr>
              <w:t>…»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ABE" w:rsidRPr="00FF1D65" w:rsidRDefault="00F64ABE" w:rsidP="008730CF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Hyperlink"/>
                </w:rPr>
                <w:t>https://yandex.ru/video/search?text=++%D1%83%D1%80%D0%BE%D0%BA+32+%D0%B6%D0%B8%D0%B2%D0%BE%D0%BF%D0%B8%D1%81%D0%BD%D0%BE-+%D0%B4%D0%B5%D0%BA%D0%BE%D1%80%D0%B0%D1%82%D0%B8%D0%B2%D0%BD%D1%8B%D0%B9+%D0%BF%D0%B0%D1%81%D1%85%D0%B0%D0%BB%D1%8C%D0%BD%D1%8B%D0%B9+%D0%BD%D0%B0%D1%82%D1%8E%D1%80%D0%BC%D0%BE%D1%80%D1%82+6+%D0%BA%D0%BB%D0%B0%D1%81%D1%81</w:t>
              </w:r>
            </w:hyperlink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ABE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F64ABE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№ 32.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.205,</w:t>
            </w:r>
          </w:p>
          <w:p w:rsidR="00F64ABE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-просмотр презентации</w:t>
            </w:r>
          </w:p>
          <w:p w:rsidR="00F64ABE" w:rsidRPr="002C4073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6A4F1E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https://nsportal.ru/download/#https://nsportal.ru/sites/default/files/2013/07/14/6_kl_29_urok_pasha.pptx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4ABE" w:rsidRDefault="00F64ABE" w:rsidP="008730CF">
            <w:pPr>
              <w:spacing w:after="0" w:line="240" w:lineRule="auto"/>
              <w:ind w:right="18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-с.205 приступаем к творческому заданию</w:t>
            </w:r>
          </w:p>
          <w:p w:rsidR="00F64ABE" w:rsidRPr="004277BD" w:rsidRDefault="00F64ABE" w:rsidP="008730CF">
            <w:pPr>
              <w:spacing w:after="0" w:line="240" w:lineRule="auto"/>
              <w:ind w:right="18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ABE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 и</w:t>
            </w:r>
          </w:p>
          <w:p w:rsidR="00F64ABE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  <w:szCs w:val="24"/>
                <w:u w:val="single"/>
              </w:rPr>
              <w:t>виртуальную школу</w:t>
            </w:r>
          </w:p>
          <w:p w:rsidR="00F64ABE" w:rsidRPr="00AF4DCC" w:rsidRDefault="00F64ABE" w:rsidP="008730C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4ABE" w:rsidRPr="0071753C" w:rsidRDefault="00F64ABE" w:rsidP="0071753C"/>
    <w:sectPr w:rsidR="00F64ABE" w:rsidRPr="0071753C" w:rsidSect="00F14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262"/>
    <w:rsid w:val="00091262"/>
    <w:rsid w:val="002232B4"/>
    <w:rsid w:val="002C4073"/>
    <w:rsid w:val="004277BD"/>
    <w:rsid w:val="004422B2"/>
    <w:rsid w:val="0052231D"/>
    <w:rsid w:val="005E257B"/>
    <w:rsid w:val="0063090A"/>
    <w:rsid w:val="006A4F1E"/>
    <w:rsid w:val="006C5928"/>
    <w:rsid w:val="0071753C"/>
    <w:rsid w:val="00755ED1"/>
    <w:rsid w:val="007E714C"/>
    <w:rsid w:val="007F2078"/>
    <w:rsid w:val="00806B02"/>
    <w:rsid w:val="00814204"/>
    <w:rsid w:val="008730CF"/>
    <w:rsid w:val="008C7220"/>
    <w:rsid w:val="009235AF"/>
    <w:rsid w:val="00A17B3E"/>
    <w:rsid w:val="00AF4DCC"/>
    <w:rsid w:val="00B35E07"/>
    <w:rsid w:val="00C72126"/>
    <w:rsid w:val="00CB4CB0"/>
    <w:rsid w:val="00D50EF8"/>
    <w:rsid w:val="00D56A89"/>
    <w:rsid w:val="00DD6FEF"/>
    <w:rsid w:val="00DF0786"/>
    <w:rsid w:val="00DF141E"/>
    <w:rsid w:val="00E970C9"/>
    <w:rsid w:val="00F14C0A"/>
    <w:rsid w:val="00F64ABE"/>
    <w:rsid w:val="00FF0261"/>
    <w:rsid w:val="00FF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0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F207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ortal.ru/download/#https://nsportal.ru/sites/default/files/2013/07/14/6_kl_29_urok_pasha.pptx" TargetMode="External"/><Relationship Id="rId4" Type="http://schemas.openxmlformats.org/officeDocument/2006/relationships/hyperlink" Target="https://yandex.ru/video/search?text=++%D1%83%D1%80%D0%BE%D0%BA+32+%D0%B6%D0%B8%D0%B2%D0%BE%D0%BF%D0%B8%D1%81%D0%BD%D0%BE-+%D0%B4%D0%B5%D0%BA%D0%BE%D1%80%D0%B0%D1%82%D0%B8%D0%B2%D0%BD%D1%8B%D0%B9+%D0%BF%D0%B0%D1%81%D1%85%D0%B0%D0%BB%D1%8C%D0%BD%D1%8B%D0%B9+%D0%BD%D0%B0%D1%82%D1%8E%D1%80%D0%BC%D0%BE%D1%80%D1%82+6+%D0%BA%D0%BB%D0%B0%D1%81%D1%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1</Pages>
  <Words>184</Words>
  <Characters>1053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7</cp:revision>
  <dcterms:created xsi:type="dcterms:W3CDTF">2020-04-01T10:55:00Z</dcterms:created>
  <dcterms:modified xsi:type="dcterms:W3CDTF">2020-05-03T14:17:00Z</dcterms:modified>
</cp:coreProperties>
</file>